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A667E68-6E2A-4AE9-BB10-D331855F940D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